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377EF" w14:textId="4561CF28" w:rsidR="008433A6" w:rsidRPr="005C3174" w:rsidRDefault="008433A6" w:rsidP="00B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ajorEastAsia" w:hAnsiTheme="majorHAnsi"/>
          <w:u w:val="single"/>
        </w:rPr>
      </w:pPr>
      <w:r w:rsidRPr="005C3174">
        <w:rPr>
          <w:rFonts w:asciiTheme="majorHAnsi" w:eastAsiaTheme="majorEastAsia" w:hAnsiTheme="majorHAnsi" w:hint="eastAsia"/>
          <w:u w:val="single"/>
        </w:rPr>
        <w:t>著作権者保護への</w:t>
      </w:r>
      <w:r w:rsidR="00784219" w:rsidRPr="005C3174">
        <w:rPr>
          <w:rFonts w:asciiTheme="majorHAnsi" w:eastAsiaTheme="majorEastAsia" w:hAnsiTheme="majorHAnsi" w:hint="eastAsia"/>
          <w:u w:val="single"/>
        </w:rPr>
        <w:t>正しい</w:t>
      </w:r>
      <w:r w:rsidRPr="005C3174">
        <w:rPr>
          <w:rFonts w:asciiTheme="majorHAnsi" w:eastAsiaTheme="majorEastAsia" w:hAnsiTheme="majorHAnsi" w:hint="eastAsia"/>
          <w:u w:val="single"/>
        </w:rPr>
        <w:t>ご理解をお願い</w:t>
      </w:r>
      <w:r w:rsidR="005C3174">
        <w:rPr>
          <w:rFonts w:asciiTheme="majorHAnsi" w:eastAsiaTheme="majorEastAsia" w:hAnsiTheme="majorHAnsi" w:hint="eastAsia"/>
          <w:u w:val="single"/>
        </w:rPr>
        <w:t>しております</w:t>
      </w:r>
      <w:r w:rsidR="009F5E8F" w:rsidRPr="005C3174">
        <w:rPr>
          <w:rFonts w:asciiTheme="majorHAnsi" w:eastAsiaTheme="majorEastAsia" w:hAnsiTheme="majorHAnsi" w:hint="eastAsia"/>
          <w:u w:val="single"/>
        </w:rPr>
        <w:t>．</w:t>
      </w:r>
    </w:p>
    <w:p w14:paraId="3236BC56" w14:textId="73D88119" w:rsidR="008433A6" w:rsidRPr="00BC00C7" w:rsidRDefault="008433A6" w:rsidP="00BC0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Theme="majorEastAsia" w:hAnsiTheme="majorHAnsi"/>
        </w:rPr>
      </w:pPr>
      <w:r w:rsidRPr="00BC00C7">
        <w:rPr>
          <w:rFonts w:asciiTheme="majorHAnsi" w:eastAsiaTheme="majorEastAsia" w:hAnsiTheme="majorHAnsi" w:hint="eastAsia"/>
        </w:rPr>
        <w:t>適切な引用をお願いいたします</w:t>
      </w:r>
      <w:r w:rsidR="009F5E8F">
        <w:rPr>
          <w:rFonts w:asciiTheme="majorHAnsi" w:eastAsiaTheme="majorEastAsia" w:hAnsiTheme="majorHAnsi" w:hint="eastAsia"/>
        </w:rPr>
        <w:t>．</w:t>
      </w:r>
      <w:r w:rsidRPr="00BC00C7">
        <w:rPr>
          <w:rFonts w:asciiTheme="majorHAnsi" w:eastAsiaTheme="majorEastAsia" w:hAnsiTheme="majorHAnsi" w:hint="eastAsia"/>
        </w:rPr>
        <w:t>また，他著からの転載の際は，原出版社，原著者の許諾が必要です．</w:t>
      </w:r>
      <w:r w:rsidR="00BC00C7" w:rsidRPr="00BC00C7">
        <w:rPr>
          <w:rFonts w:asciiTheme="majorHAnsi" w:eastAsiaTheme="majorEastAsia" w:hAnsiTheme="majorHAnsi" w:hint="eastAsia"/>
        </w:rPr>
        <w:t>著作権を出版社が専有している場合もありますので，まず原出版社の許諾を得てください．</w:t>
      </w:r>
    </w:p>
    <w:p w14:paraId="00206936" w14:textId="6180DD23" w:rsidR="00526F30" w:rsidRDefault="00526F30" w:rsidP="00526F30">
      <w:pPr>
        <w:pStyle w:val="a4"/>
      </w:pPr>
      <w:r>
        <w:rPr>
          <w:rFonts w:hint="eastAsia"/>
        </w:rPr>
        <w:t>表</w:t>
      </w:r>
      <w:r w:rsidR="00110533">
        <w:rPr>
          <w:rFonts w:hint="eastAsia"/>
        </w:rPr>
        <w:t xml:space="preserve">　</w:t>
      </w:r>
      <w:r>
        <w:rPr>
          <w:rFonts w:hint="eastAsia"/>
        </w:rPr>
        <w:t>題</w:t>
      </w:r>
      <w:r w:rsidR="002648C5" w:rsidRPr="002648C5">
        <w:rPr>
          <w:rFonts w:hint="eastAsia"/>
        </w:rPr>
        <w:t>（</w:t>
      </w:r>
      <w:r w:rsidR="002648C5">
        <w:rPr>
          <w:rFonts w:hint="eastAsia"/>
        </w:rPr>
        <w:t>30</w:t>
      </w:r>
      <w:r w:rsidR="002648C5" w:rsidRPr="002648C5">
        <w:rPr>
          <w:rFonts w:hint="eastAsia"/>
        </w:rPr>
        <w:t>字程度まで）</w:t>
      </w:r>
    </w:p>
    <w:p w14:paraId="7670FF3A" w14:textId="77777777" w:rsidR="00526F30" w:rsidRPr="00526F30" w:rsidRDefault="00526F30" w:rsidP="00526F30">
      <w:r>
        <w:rPr>
          <w:rFonts w:hint="eastAsia"/>
        </w:rPr>
        <w:t>姓　名（</w:t>
      </w:r>
      <w:r>
        <w:rPr>
          <w:rFonts w:hint="eastAsia"/>
        </w:rPr>
        <w:t>F</w:t>
      </w:r>
      <w:r>
        <w:t>irstName LastName</w:t>
      </w:r>
      <w:r>
        <w:rPr>
          <w:rFonts w:hint="eastAsia"/>
        </w:rPr>
        <w:t>）／所属</w:t>
      </w:r>
    </w:p>
    <w:p w14:paraId="67FC4044" w14:textId="77777777" w:rsidR="0087168C" w:rsidRDefault="00363CB4" w:rsidP="00363CB4">
      <w:pPr>
        <w:pStyle w:val="1"/>
      </w:pPr>
      <w:r>
        <w:rPr>
          <w:rFonts w:hint="eastAsia"/>
        </w:rPr>
        <w:t>はじめに</w:t>
      </w:r>
    </w:p>
    <w:p w14:paraId="22AAFD87" w14:textId="2CCD24A3" w:rsidR="000F2D3A" w:rsidRPr="000F2D3A" w:rsidRDefault="000F2D3A" w:rsidP="000F2D3A">
      <w:pPr>
        <w:pStyle w:val="a8"/>
        <w:ind w:firstLineChars="0" w:firstLine="0"/>
        <w:rPr>
          <w:rFonts w:asciiTheme="majorHAnsi" w:eastAsiaTheme="majorEastAsia" w:hAnsiTheme="majorHAnsi"/>
          <w:u w:val="single"/>
        </w:rPr>
      </w:pPr>
      <w:r w:rsidRPr="000F2D3A">
        <w:rPr>
          <w:rFonts w:asciiTheme="majorHAnsi" w:eastAsiaTheme="majorEastAsia" w:hAnsiTheme="majorHAnsi" w:hint="eastAsia"/>
          <w:u w:val="single"/>
        </w:rPr>
        <w:t>本文について</w:t>
      </w:r>
    </w:p>
    <w:p w14:paraId="533A6404" w14:textId="20151DD5" w:rsidR="008E4AE5" w:rsidRDefault="008E4AE5" w:rsidP="008E4AE5">
      <w:pPr>
        <w:pStyle w:val="a8"/>
        <w:ind w:firstLine="232"/>
      </w:pPr>
      <w:r>
        <w:rPr>
          <w:rFonts w:hint="eastAsia"/>
        </w:rPr>
        <w:t>本文は，平易な日本語にてお願いいたします．句読点は全角「，」「．」です</w:t>
      </w:r>
      <w:r w:rsidR="00F54F62">
        <w:rPr>
          <w:rFonts w:hint="eastAsia"/>
        </w:rPr>
        <w:t>が</w:t>
      </w:r>
      <w:r w:rsidR="00C93360">
        <w:rPr>
          <w:rFonts w:hint="eastAsia"/>
        </w:rPr>
        <w:t>，</w:t>
      </w:r>
      <w:r w:rsidR="00F54F62">
        <w:rPr>
          <w:rFonts w:hint="eastAsia"/>
        </w:rPr>
        <w:t>一括して変換するので，執筆時は全角であれば「</w:t>
      </w:r>
      <w:r w:rsidR="00DB5D9C">
        <w:rPr>
          <w:rFonts w:hint="eastAsia"/>
        </w:rPr>
        <w:t>、</w:t>
      </w:r>
      <w:r w:rsidR="00F54F62">
        <w:rPr>
          <w:rFonts w:hint="eastAsia"/>
        </w:rPr>
        <w:t>」「</w:t>
      </w:r>
      <w:r w:rsidR="00DB5D9C">
        <w:rPr>
          <w:rFonts w:hint="eastAsia"/>
        </w:rPr>
        <w:t>。</w:t>
      </w:r>
      <w:r w:rsidR="00F54F62">
        <w:rPr>
          <w:rFonts w:hint="eastAsia"/>
        </w:rPr>
        <w:t>」や「</w:t>
      </w:r>
      <w:r w:rsidR="00DB5D9C">
        <w:rPr>
          <w:rFonts w:hint="eastAsia"/>
        </w:rPr>
        <w:t>，</w:t>
      </w:r>
      <w:r w:rsidR="00F54F62">
        <w:rPr>
          <w:rFonts w:hint="eastAsia"/>
        </w:rPr>
        <w:t>」「</w:t>
      </w:r>
      <w:r w:rsidR="00DB5D9C">
        <w:rPr>
          <w:rFonts w:hint="eastAsia"/>
        </w:rPr>
        <w:t>。</w:t>
      </w:r>
      <w:r w:rsidR="00F54F62">
        <w:rPr>
          <w:rFonts w:hint="eastAsia"/>
        </w:rPr>
        <w:t>」のいずれでも</w:t>
      </w:r>
      <w:r w:rsidR="0010190C">
        <w:rPr>
          <w:rFonts w:hint="eastAsia"/>
        </w:rPr>
        <w:t>構いません</w:t>
      </w:r>
      <w:r>
        <w:rPr>
          <w:rFonts w:hint="eastAsia"/>
        </w:rPr>
        <w:t>．</w:t>
      </w:r>
      <w:r w:rsidR="001009DD">
        <w:rPr>
          <w:rFonts w:hint="eastAsia"/>
        </w:rPr>
        <w:t>図版の文字も，可能な限り日本語にしていただければと存じます．</w:t>
      </w:r>
    </w:p>
    <w:p w14:paraId="021BDC34" w14:textId="55034D1E" w:rsidR="007E56B8" w:rsidRDefault="007E56B8" w:rsidP="008E4AE5">
      <w:pPr>
        <w:pStyle w:val="a8"/>
        <w:ind w:firstLine="232"/>
      </w:pPr>
      <w:r>
        <w:rPr>
          <w:rFonts w:hint="eastAsia"/>
        </w:rPr>
        <w:t>文体は，「だ」「である」（常体）を使用</w:t>
      </w:r>
      <w:r w:rsidR="00C4712B">
        <w:rPr>
          <w:rFonts w:hint="eastAsia"/>
        </w:rPr>
        <w:t>してください</w:t>
      </w:r>
      <w:r>
        <w:rPr>
          <w:rFonts w:hint="eastAsia"/>
        </w:rPr>
        <w:t>．</w:t>
      </w:r>
    </w:p>
    <w:p w14:paraId="7AB251CF" w14:textId="3F3E3F0A" w:rsidR="000F2D3A" w:rsidRPr="000F2D3A" w:rsidRDefault="000F2D3A" w:rsidP="000F2D3A">
      <w:pPr>
        <w:pStyle w:val="a8"/>
        <w:ind w:firstLineChars="0" w:firstLine="0"/>
        <w:rPr>
          <w:rFonts w:asciiTheme="majorHAnsi" w:eastAsiaTheme="majorEastAsia" w:hAnsiTheme="majorHAnsi"/>
          <w:u w:val="single"/>
        </w:rPr>
      </w:pPr>
      <w:r w:rsidRPr="000F2D3A">
        <w:rPr>
          <w:rFonts w:asciiTheme="majorHAnsi" w:eastAsiaTheme="majorEastAsia" w:hAnsiTheme="majorHAnsi" w:hint="eastAsia"/>
          <w:u w:val="single"/>
        </w:rPr>
        <w:t>図表について</w:t>
      </w:r>
    </w:p>
    <w:p w14:paraId="01DB55D7" w14:textId="69146B0B" w:rsidR="00477103" w:rsidRDefault="00477103" w:rsidP="008E4AE5">
      <w:pPr>
        <w:pStyle w:val="a8"/>
        <w:ind w:firstLine="232"/>
      </w:pPr>
      <w:r>
        <w:rPr>
          <w:rFonts w:hint="eastAsia"/>
        </w:rPr>
        <w:t>図表は，</w:t>
      </w:r>
      <w:r w:rsidR="000F2D3A" w:rsidRPr="000F2D3A">
        <w:rPr>
          <w:rFonts w:hint="eastAsia"/>
        </w:rPr>
        <w:t>1</w:t>
      </w:r>
      <w:r w:rsidR="000F2D3A" w:rsidRPr="000F2D3A">
        <w:rPr>
          <w:rFonts w:hint="eastAsia"/>
        </w:rPr>
        <w:t>頁につき</w:t>
      </w:r>
      <w:r w:rsidR="000F2D3A" w:rsidRPr="000F2D3A">
        <w:rPr>
          <w:rFonts w:hint="eastAsia"/>
        </w:rPr>
        <w:t>1</w:t>
      </w:r>
      <w:r w:rsidR="000F2D3A" w:rsidRPr="000F2D3A">
        <w:rPr>
          <w:rFonts w:hint="eastAsia"/>
        </w:rPr>
        <w:t>点までを目安としてご執筆ください</w:t>
      </w:r>
      <w:r w:rsidR="000F2D3A">
        <w:rPr>
          <w:rFonts w:hint="eastAsia"/>
        </w:rPr>
        <w:t>．</w:t>
      </w:r>
      <w:r>
        <w:rPr>
          <w:rFonts w:hint="eastAsia"/>
        </w:rPr>
        <w:t>図</w:t>
      </w:r>
      <w:r>
        <w:rPr>
          <w:rFonts w:hint="eastAsia"/>
        </w:rPr>
        <w:t>1</w:t>
      </w:r>
      <w:r>
        <w:rPr>
          <w:rFonts w:hint="eastAsia"/>
        </w:rPr>
        <w:t>，図</w:t>
      </w:r>
      <w:r>
        <w:rPr>
          <w:rFonts w:hint="eastAsia"/>
        </w:rPr>
        <w:t>2</w:t>
      </w:r>
      <w:r>
        <w:rPr>
          <w:rFonts w:hint="eastAsia"/>
        </w:rPr>
        <w:t>……</w:t>
      </w:r>
      <w:r w:rsidR="00292B42">
        <w:rPr>
          <w:rFonts w:hint="eastAsia"/>
        </w:rPr>
        <w:t>（もしくは図</w:t>
      </w:r>
      <w:r w:rsidR="00292B42">
        <w:rPr>
          <w:rFonts w:hint="eastAsia"/>
        </w:rPr>
        <w:t>2</w:t>
      </w:r>
      <w:r w:rsidR="00292B42">
        <w:t>.1</w:t>
      </w:r>
      <w:r w:rsidR="00292B42">
        <w:rPr>
          <w:rFonts w:hint="eastAsia"/>
        </w:rPr>
        <w:t>，図</w:t>
      </w:r>
      <w:r w:rsidR="00292B42">
        <w:rPr>
          <w:rFonts w:hint="eastAsia"/>
        </w:rPr>
        <w:t>2</w:t>
      </w:r>
      <w:r w:rsidR="00292B42">
        <w:t>.2</w:t>
      </w:r>
      <w:r w:rsidR="00292B42">
        <w:rPr>
          <w:rFonts w:hint="eastAsia"/>
        </w:rPr>
        <w:t>……）</w:t>
      </w:r>
      <w:r>
        <w:rPr>
          <w:rFonts w:hint="eastAsia"/>
        </w:rPr>
        <w:t>，表</w:t>
      </w:r>
      <w:r>
        <w:rPr>
          <w:rFonts w:hint="eastAsia"/>
        </w:rPr>
        <w:t>1</w:t>
      </w:r>
      <w:r>
        <w:rPr>
          <w:rFonts w:hint="eastAsia"/>
        </w:rPr>
        <w:t>，表</w:t>
      </w:r>
      <w:r>
        <w:rPr>
          <w:rFonts w:hint="eastAsia"/>
        </w:rPr>
        <w:t>2</w:t>
      </w:r>
      <w:r>
        <w:rPr>
          <w:rFonts w:hint="eastAsia"/>
        </w:rPr>
        <w:t>……</w:t>
      </w:r>
      <w:r w:rsidR="00292B42">
        <w:rPr>
          <w:rFonts w:hint="eastAsia"/>
        </w:rPr>
        <w:t>（もしくは表</w:t>
      </w:r>
      <w:r w:rsidR="00292B42">
        <w:rPr>
          <w:rFonts w:hint="eastAsia"/>
        </w:rPr>
        <w:t>2</w:t>
      </w:r>
      <w:r w:rsidR="00292B42">
        <w:t>.1</w:t>
      </w:r>
      <w:r w:rsidR="00292B42">
        <w:rPr>
          <w:rFonts w:hint="eastAsia"/>
        </w:rPr>
        <w:t>，表</w:t>
      </w:r>
      <w:r w:rsidR="00292B42">
        <w:rPr>
          <w:rFonts w:hint="eastAsia"/>
        </w:rPr>
        <w:t>2</w:t>
      </w:r>
      <w:r w:rsidR="00292B42">
        <w:t>.2</w:t>
      </w:r>
      <w:r w:rsidR="00292B42">
        <w:rPr>
          <w:rFonts w:hint="eastAsia"/>
        </w:rPr>
        <w:t>……）</w:t>
      </w:r>
      <w:r>
        <w:rPr>
          <w:rFonts w:hint="eastAsia"/>
        </w:rPr>
        <w:t>としてください</w:t>
      </w:r>
      <w:r w:rsidR="008F30AB">
        <w:rPr>
          <w:rFonts w:hint="eastAsia"/>
        </w:rPr>
        <w:t>．また，必ずキャプションを付けてください．</w:t>
      </w:r>
      <w:r w:rsidR="00C16A50">
        <w:rPr>
          <w:rFonts w:hint="eastAsia"/>
        </w:rPr>
        <w:t>説明</w:t>
      </w:r>
      <w:r w:rsidR="002313FB">
        <w:rPr>
          <w:rFonts w:hint="eastAsia"/>
        </w:rPr>
        <w:t>文</w:t>
      </w:r>
      <w:r w:rsidR="00C16A50">
        <w:rPr>
          <w:rFonts w:hint="eastAsia"/>
        </w:rPr>
        <w:t>などは図中に入れず，本文にて説明し，</w:t>
      </w:r>
      <w:r w:rsidR="00C16A50">
        <w:t>B5</w:t>
      </w:r>
      <w:r w:rsidR="00C16A50">
        <w:rPr>
          <w:rFonts w:hint="eastAsia"/>
        </w:rPr>
        <w:t>の</w:t>
      </w:r>
      <w:r w:rsidR="00C16A50">
        <w:rPr>
          <w:rFonts w:hint="eastAsia"/>
        </w:rPr>
        <w:t>1</w:t>
      </w:r>
      <w:r w:rsidR="00C16A50">
        <w:t>/4</w:t>
      </w:r>
      <w:r w:rsidR="00C16A50">
        <w:rPr>
          <w:rFonts w:hint="eastAsia"/>
        </w:rPr>
        <w:t>頁に収まるサイズにてご作成ください</w:t>
      </w:r>
      <w:r w:rsidR="000E1AB3">
        <w:rPr>
          <w:rFonts w:hint="eastAsia"/>
        </w:rPr>
        <w:t>．</w:t>
      </w:r>
      <w:r w:rsidR="009D3111">
        <w:rPr>
          <w:rFonts w:hint="eastAsia"/>
        </w:rPr>
        <w:t>表については，原則として画像での入稿はご遠慮ください．</w:t>
      </w:r>
    </w:p>
    <w:p w14:paraId="5678CD42" w14:textId="2FF5BFF2" w:rsidR="00D46256" w:rsidRDefault="005619B9" w:rsidP="005619B9">
      <w:pPr>
        <w:pStyle w:val="a8"/>
        <w:ind w:firstLine="232"/>
      </w:pPr>
      <w:r>
        <w:rPr>
          <w:rFonts w:hint="eastAsia"/>
        </w:rPr>
        <w:t>パワーポイント，エクセル，イラストレータなどのアプリケーションで作成した電子データがある場合は，その</w:t>
      </w:r>
      <w:r w:rsidRPr="00DE0F87">
        <w:rPr>
          <w:rFonts w:hint="eastAsia"/>
          <w:u w:val="single"/>
        </w:rPr>
        <w:t>元データを原稿とあわせて</w:t>
      </w:r>
      <w:r w:rsidR="00DE0F87" w:rsidRPr="00DE0F87">
        <w:rPr>
          <w:rFonts w:hint="eastAsia"/>
          <w:u w:val="single"/>
        </w:rPr>
        <w:t>ご</w:t>
      </w:r>
      <w:r w:rsidRPr="00DE0F87">
        <w:rPr>
          <w:rFonts w:hint="eastAsia"/>
          <w:u w:val="single"/>
        </w:rPr>
        <w:t>提出ください（</w:t>
      </w:r>
      <w:r w:rsidRPr="00DE0F87">
        <w:rPr>
          <w:rFonts w:hint="eastAsia"/>
          <w:u w:val="single"/>
        </w:rPr>
        <w:t>*</w:t>
      </w:r>
      <w:r w:rsidRPr="00DE0F87">
        <w:rPr>
          <w:u w:val="single"/>
        </w:rPr>
        <w:t>.jpg</w:t>
      </w:r>
      <w:r w:rsidRPr="00DE0F87">
        <w:rPr>
          <w:rFonts w:hint="eastAsia"/>
          <w:u w:val="single"/>
        </w:rPr>
        <w:t>，</w:t>
      </w:r>
      <w:r w:rsidRPr="00DE0F87">
        <w:rPr>
          <w:rFonts w:hint="eastAsia"/>
          <w:u w:val="single"/>
        </w:rPr>
        <w:t>*</w:t>
      </w:r>
      <w:r w:rsidRPr="00DE0F87">
        <w:rPr>
          <w:u w:val="single"/>
        </w:rPr>
        <w:t>.pdf</w:t>
      </w:r>
      <w:r w:rsidRPr="00DE0F87">
        <w:rPr>
          <w:rFonts w:hint="eastAsia"/>
          <w:u w:val="single"/>
        </w:rPr>
        <w:t>，</w:t>
      </w:r>
      <w:r w:rsidRPr="00DE0F87">
        <w:rPr>
          <w:rFonts w:hint="eastAsia"/>
          <w:u w:val="single"/>
        </w:rPr>
        <w:t>*</w:t>
      </w:r>
      <w:r w:rsidRPr="00DE0F87">
        <w:rPr>
          <w:u w:val="single"/>
        </w:rPr>
        <w:t>.eps</w:t>
      </w:r>
      <w:r w:rsidRPr="00DE0F87">
        <w:rPr>
          <w:rFonts w:hint="eastAsia"/>
          <w:u w:val="single"/>
        </w:rPr>
        <w:t>，</w:t>
      </w:r>
      <w:r w:rsidR="007E2F2C" w:rsidRPr="00DE0F87">
        <w:rPr>
          <w:rFonts w:hint="eastAsia"/>
          <w:u w:val="single"/>
        </w:rPr>
        <w:t>*</w:t>
      </w:r>
      <w:r w:rsidR="007E2F2C" w:rsidRPr="00DE0F87">
        <w:rPr>
          <w:u w:val="single"/>
        </w:rPr>
        <w:t>.pptx</w:t>
      </w:r>
      <w:r w:rsidR="007E2F2C" w:rsidRPr="00DE0F87">
        <w:rPr>
          <w:rFonts w:hint="eastAsia"/>
          <w:u w:val="single"/>
        </w:rPr>
        <w:t>，</w:t>
      </w:r>
      <w:r w:rsidR="007E2F2C" w:rsidRPr="00DE0F87">
        <w:rPr>
          <w:rFonts w:hint="eastAsia"/>
          <w:u w:val="single"/>
        </w:rPr>
        <w:t>*</w:t>
      </w:r>
      <w:r w:rsidR="007E2F2C" w:rsidRPr="00DE0F87">
        <w:rPr>
          <w:u w:val="single"/>
        </w:rPr>
        <w:t>.xlsx</w:t>
      </w:r>
      <w:r w:rsidRPr="00DE0F87">
        <w:rPr>
          <w:u w:val="single"/>
        </w:rPr>
        <w:t>など）</w:t>
      </w:r>
      <w:r w:rsidR="007E2F2C" w:rsidRPr="00DE0F87">
        <w:rPr>
          <w:rFonts w:hint="eastAsia"/>
          <w:u w:val="single"/>
        </w:rPr>
        <w:t>．</w:t>
      </w:r>
      <w:r>
        <w:t>データは</w:t>
      </w:r>
      <w:r w:rsidR="007E2F2C">
        <w:rPr>
          <w:rFonts w:hint="eastAsia"/>
        </w:rPr>
        <w:t>，</w:t>
      </w:r>
      <w:r>
        <w:rPr>
          <w:rFonts w:hint="eastAsia"/>
        </w:rPr>
        <w:t>印刷に耐えられるような解像度</w:t>
      </w:r>
      <w:r w:rsidR="001967F5">
        <w:rPr>
          <w:rFonts w:hint="eastAsia"/>
        </w:rPr>
        <w:t>（</w:t>
      </w:r>
      <w:r w:rsidR="001967F5">
        <w:rPr>
          <w:rFonts w:hint="eastAsia"/>
        </w:rPr>
        <w:t>3</w:t>
      </w:r>
      <w:r w:rsidR="001967F5">
        <w:t>00dpi</w:t>
      </w:r>
      <w:r w:rsidR="001967F5">
        <w:rPr>
          <w:rFonts w:hint="eastAsia"/>
        </w:rPr>
        <w:t>以上）</w:t>
      </w:r>
      <w:r>
        <w:rPr>
          <w:rFonts w:hint="eastAsia"/>
        </w:rPr>
        <w:t>に</w:t>
      </w:r>
      <w:r w:rsidR="007E2F2C">
        <w:rPr>
          <w:rFonts w:hint="eastAsia"/>
        </w:rPr>
        <w:t>してください．</w:t>
      </w:r>
      <w:r w:rsidR="00D46256">
        <w:rPr>
          <w:rFonts w:hint="eastAsia"/>
        </w:rPr>
        <w:t>どうしても</w:t>
      </w:r>
      <w:r w:rsidR="00FB246D">
        <w:rPr>
          <w:rFonts w:hint="eastAsia"/>
        </w:rPr>
        <w:t>提出でき</w:t>
      </w:r>
      <w:r w:rsidR="00D46256">
        <w:rPr>
          <w:rFonts w:hint="eastAsia"/>
        </w:rPr>
        <w:t>ない場合は編集部にて個別に対応いたします．</w:t>
      </w:r>
    </w:p>
    <w:p w14:paraId="736737A2" w14:textId="7F9259DD" w:rsidR="00363CB4" w:rsidRDefault="00363CB4" w:rsidP="00363CB4">
      <w:pPr>
        <w:pStyle w:val="1"/>
      </w:pPr>
      <w:r>
        <w:rPr>
          <w:rFonts w:hint="eastAsia"/>
        </w:rPr>
        <w:t>見出し</w:t>
      </w:r>
      <w:r w:rsidR="00C93360">
        <w:t>1</w:t>
      </w:r>
      <w:bookmarkStart w:id="0" w:name="_Hlk195886028"/>
      <w:r w:rsidR="00DE2EFA">
        <w:rPr>
          <w:rFonts w:hint="eastAsia"/>
        </w:rPr>
        <w:t>（</w:t>
      </w:r>
      <w:r w:rsidR="00DE2EFA">
        <w:rPr>
          <w:rFonts w:hint="eastAsia"/>
        </w:rPr>
        <w:t>15</w:t>
      </w:r>
      <w:r w:rsidR="00DE2EFA">
        <w:rPr>
          <w:rFonts w:hint="eastAsia"/>
        </w:rPr>
        <w:t>字程度まで）</w:t>
      </w:r>
      <w:bookmarkEnd w:id="0"/>
    </w:p>
    <w:p w14:paraId="59CE322B" w14:textId="26D3FDEA" w:rsidR="008E4AE5" w:rsidRPr="008E4AE5" w:rsidRDefault="003C7C23" w:rsidP="008E4AE5">
      <w:pPr>
        <w:pStyle w:val="a8"/>
        <w:ind w:firstLine="232"/>
      </w:pPr>
      <w:r>
        <w:rPr>
          <w:rFonts w:hint="eastAsia"/>
        </w:rPr>
        <w:t>章見出し</w:t>
      </w:r>
      <w:r w:rsidR="00D01899">
        <w:rPr>
          <w:rFonts w:hint="eastAsia"/>
        </w:rPr>
        <w:t>は，</w:t>
      </w:r>
      <w:r w:rsidR="00D01899">
        <w:rPr>
          <w:rFonts w:hint="eastAsia"/>
        </w:rPr>
        <w:t>1.</w:t>
      </w:r>
      <w:r w:rsidR="00D01899">
        <w:rPr>
          <w:rFonts w:hint="eastAsia"/>
        </w:rPr>
        <w:t>，</w:t>
      </w:r>
      <w:r w:rsidR="00D01899">
        <w:rPr>
          <w:rFonts w:hint="eastAsia"/>
        </w:rPr>
        <w:t>2</w:t>
      </w:r>
      <w:r w:rsidR="00D01899">
        <w:t>.</w:t>
      </w:r>
      <w:r w:rsidR="00D01899">
        <w:rPr>
          <w:rFonts w:hint="eastAsia"/>
        </w:rPr>
        <w:t>……とします．ここでは，</w:t>
      </w:r>
      <w:r w:rsidR="00E6505A">
        <w:rPr>
          <w:rFonts w:hint="eastAsia"/>
        </w:rPr>
        <w:t>スタイル「見出し</w:t>
      </w:r>
      <w:r w:rsidR="00C93360">
        <w:t>1</w:t>
      </w:r>
      <w:r w:rsidR="00E6505A">
        <w:rPr>
          <w:rFonts w:hint="eastAsia"/>
        </w:rPr>
        <w:t>」を使用して</w:t>
      </w:r>
      <w:r w:rsidR="004C6B5E">
        <w:rPr>
          <w:rFonts w:hint="eastAsia"/>
        </w:rPr>
        <w:t>い</w:t>
      </w:r>
      <w:r w:rsidR="00E6505A">
        <w:rPr>
          <w:rFonts w:hint="eastAsia"/>
        </w:rPr>
        <w:t>ます．</w:t>
      </w:r>
    </w:p>
    <w:p w14:paraId="56678040" w14:textId="24076890" w:rsidR="00363CB4" w:rsidRDefault="00363CB4" w:rsidP="002B03E8">
      <w:pPr>
        <w:pStyle w:val="2"/>
      </w:pPr>
      <w:r>
        <w:rPr>
          <w:rFonts w:hint="eastAsia"/>
        </w:rPr>
        <w:t>見出し</w:t>
      </w:r>
      <w:r w:rsidR="00C93360">
        <w:t>2</w:t>
      </w:r>
      <w:r w:rsidR="00DE2EFA" w:rsidRPr="00DE2EFA">
        <w:rPr>
          <w:rFonts w:hint="eastAsia"/>
        </w:rPr>
        <w:t>（</w:t>
      </w:r>
      <w:r w:rsidR="00DE2EFA" w:rsidRPr="00DE2EFA">
        <w:rPr>
          <w:rFonts w:hint="eastAsia"/>
        </w:rPr>
        <w:t>15</w:t>
      </w:r>
      <w:r w:rsidR="00DE2EFA" w:rsidRPr="00DE2EFA">
        <w:rPr>
          <w:rFonts w:hint="eastAsia"/>
        </w:rPr>
        <w:t>字程度まで）</w:t>
      </w:r>
    </w:p>
    <w:p w14:paraId="5BAFEEEA" w14:textId="52D525C6" w:rsidR="008E4AE5" w:rsidRPr="008E4AE5" w:rsidRDefault="003C7C23" w:rsidP="008E4AE5">
      <w:pPr>
        <w:pStyle w:val="a8"/>
        <w:ind w:firstLine="232"/>
      </w:pPr>
      <w:r>
        <w:rPr>
          <w:rFonts w:hint="eastAsia"/>
        </w:rPr>
        <w:t>節見出しは，</w:t>
      </w:r>
      <w:r w:rsidR="00D01899">
        <w:rPr>
          <w:rFonts w:hint="eastAsia"/>
        </w:rPr>
        <w:t>2.</w:t>
      </w:r>
      <w:r w:rsidR="00D01899">
        <w:t>1</w:t>
      </w:r>
      <w:r w:rsidR="00D01899">
        <w:rPr>
          <w:rFonts w:hint="eastAsia"/>
        </w:rPr>
        <w:t>，</w:t>
      </w:r>
      <w:r w:rsidR="00D01899">
        <w:rPr>
          <w:rFonts w:hint="eastAsia"/>
        </w:rPr>
        <w:t>2</w:t>
      </w:r>
      <w:r w:rsidR="00D01899">
        <w:t>.2</w:t>
      </w:r>
      <w:r w:rsidR="00D01899">
        <w:rPr>
          <w:rFonts w:hint="eastAsia"/>
        </w:rPr>
        <w:t>……とします．ここでは，</w:t>
      </w:r>
      <w:r>
        <w:rPr>
          <w:rFonts w:hint="eastAsia"/>
        </w:rPr>
        <w:t>スタイル「見出し</w:t>
      </w:r>
      <w:r w:rsidR="00C93360">
        <w:t>2</w:t>
      </w:r>
      <w:r>
        <w:rPr>
          <w:rFonts w:hint="eastAsia"/>
        </w:rPr>
        <w:t>」を使用しています．</w:t>
      </w:r>
    </w:p>
    <w:p w14:paraId="076D74C8" w14:textId="7148321B" w:rsidR="00363CB4" w:rsidRDefault="00526F30" w:rsidP="008C4C9C">
      <w:pPr>
        <w:pStyle w:val="3"/>
      </w:pPr>
      <w:r>
        <w:rPr>
          <w:rFonts w:hint="eastAsia"/>
        </w:rPr>
        <w:t>見出し</w:t>
      </w:r>
      <w:r w:rsidR="00C93360">
        <w:t>3</w:t>
      </w:r>
      <w:r w:rsidR="00DE2EFA" w:rsidRPr="00DE2EFA">
        <w:rPr>
          <w:rFonts w:hint="eastAsia"/>
        </w:rPr>
        <w:t>（</w:t>
      </w:r>
      <w:r w:rsidR="00DE2EFA" w:rsidRPr="00DE2EFA">
        <w:rPr>
          <w:rFonts w:hint="eastAsia"/>
        </w:rPr>
        <w:t>15</w:t>
      </w:r>
      <w:r w:rsidR="00DE2EFA" w:rsidRPr="00DE2EFA">
        <w:rPr>
          <w:rFonts w:hint="eastAsia"/>
        </w:rPr>
        <w:t>字程度まで）</w:t>
      </w:r>
    </w:p>
    <w:p w14:paraId="0D25D41B" w14:textId="72C1F308" w:rsidR="008E4AE5" w:rsidRPr="008E4AE5" w:rsidRDefault="003C7C23" w:rsidP="008E4AE5">
      <w:pPr>
        <w:pStyle w:val="a8"/>
        <w:ind w:firstLine="232"/>
      </w:pPr>
      <w:r>
        <w:rPr>
          <w:rFonts w:hint="eastAsia"/>
        </w:rPr>
        <w:t>項見出しは，</w:t>
      </w:r>
      <w:r w:rsidR="00C93360">
        <w:rPr>
          <w:rFonts w:hint="eastAsia"/>
        </w:rPr>
        <w:t>（</w:t>
      </w:r>
      <w:r w:rsidR="00D01899">
        <w:rPr>
          <w:rFonts w:hint="eastAsia"/>
        </w:rPr>
        <w:t>1</w:t>
      </w:r>
      <w:r w:rsidR="00C93360">
        <w:t>）</w:t>
      </w:r>
      <w:r w:rsidR="00D01899">
        <w:rPr>
          <w:rFonts w:hint="eastAsia"/>
        </w:rPr>
        <w:t>，</w:t>
      </w:r>
      <w:r w:rsidR="00C93360">
        <w:rPr>
          <w:rFonts w:hint="eastAsia"/>
        </w:rPr>
        <w:t>（</w:t>
      </w:r>
      <w:r w:rsidR="00D01899">
        <w:rPr>
          <w:rFonts w:hint="eastAsia"/>
        </w:rPr>
        <w:t>2</w:t>
      </w:r>
      <w:r w:rsidR="00C93360">
        <w:t>）</w:t>
      </w:r>
      <w:r w:rsidR="00D01899">
        <w:rPr>
          <w:rFonts w:hint="eastAsia"/>
        </w:rPr>
        <w:t>……とします．ここでは，</w:t>
      </w:r>
      <w:r>
        <w:rPr>
          <w:rFonts w:hint="eastAsia"/>
        </w:rPr>
        <w:t>スタイル「見出し</w:t>
      </w:r>
      <w:r w:rsidR="00C93360">
        <w:t>3</w:t>
      </w:r>
      <w:r>
        <w:rPr>
          <w:rFonts w:hint="eastAsia"/>
        </w:rPr>
        <w:t>」を使用しています．</w:t>
      </w:r>
    </w:p>
    <w:p w14:paraId="7F46D32A" w14:textId="77777777" w:rsidR="00363CB4" w:rsidRDefault="00363CB4" w:rsidP="00363CB4">
      <w:pPr>
        <w:pStyle w:val="1"/>
      </w:pPr>
      <w:r>
        <w:rPr>
          <w:rFonts w:hint="eastAsia"/>
        </w:rPr>
        <w:t>おわりに</w:t>
      </w:r>
    </w:p>
    <w:p w14:paraId="5B1FFDC6" w14:textId="37604CE2" w:rsidR="00230BCB" w:rsidRPr="00230BCB" w:rsidRDefault="00230BCB" w:rsidP="00230BCB">
      <w:pPr>
        <w:pStyle w:val="a8"/>
        <w:ind w:firstLine="232"/>
      </w:pPr>
      <w:r>
        <w:rPr>
          <w:rFonts w:hint="eastAsia"/>
        </w:rPr>
        <w:t>参考文献は，例えば右肩に</w:t>
      </w:r>
      <w:r>
        <w:rPr>
          <w:rFonts w:hint="eastAsia"/>
        </w:rPr>
        <w:t>1</w:t>
      </w:r>
      <w:r>
        <w:rPr>
          <w:rFonts w:hint="eastAsia"/>
        </w:rPr>
        <w:t>つ</w:t>
      </w:r>
      <w:r w:rsidRPr="00230BCB">
        <w:rPr>
          <w:rFonts w:hint="eastAsia"/>
          <w:vertAlign w:val="superscript"/>
        </w:rPr>
        <w:t>1</w:t>
      </w:r>
      <w:r w:rsidR="00C93360">
        <w:rPr>
          <w:vertAlign w:val="superscript"/>
        </w:rPr>
        <w:t>）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つ</w:t>
      </w:r>
      <w:r w:rsidRPr="00230BCB">
        <w:rPr>
          <w:rFonts w:hint="eastAsia"/>
          <w:vertAlign w:val="superscript"/>
        </w:rPr>
        <w:t>1</w:t>
      </w:r>
      <w:r w:rsidR="00C93360">
        <w:rPr>
          <w:vertAlign w:val="superscript"/>
        </w:rPr>
        <w:t>）</w:t>
      </w:r>
      <w:r w:rsidRPr="00230BCB">
        <w:rPr>
          <w:vertAlign w:val="superscript"/>
        </w:rPr>
        <w:t>,</w:t>
      </w:r>
      <w:r w:rsidRPr="00230BCB">
        <w:rPr>
          <w:rFonts w:hint="eastAsia"/>
          <w:vertAlign w:val="superscript"/>
        </w:rPr>
        <w:t>2</w:t>
      </w:r>
      <w:r w:rsidR="00C93360">
        <w:rPr>
          <w:vertAlign w:val="superscript"/>
        </w:rPr>
        <w:t>）</w:t>
      </w:r>
      <w:r>
        <w:rPr>
          <w:rFonts w:hint="eastAsia"/>
        </w:rPr>
        <w:t>，複数</w:t>
      </w:r>
      <w:r w:rsidRPr="00230BCB">
        <w:rPr>
          <w:rFonts w:hint="eastAsia"/>
          <w:vertAlign w:val="superscript"/>
        </w:rPr>
        <w:t>1</w:t>
      </w:r>
      <w:r w:rsidR="00C93360">
        <w:rPr>
          <w:vertAlign w:val="superscript"/>
        </w:rPr>
        <w:t>）</w:t>
      </w:r>
      <w:r w:rsidRPr="00230BCB">
        <w:rPr>
          <w:rFonts w:hint="eastAsia"/>
          <w:vertAlign w:val="superscript"/>
        </w:rPr>
        <w:t>～</w:t>
      </w:r>
      <w:r w:rsidRPr="00230BCB">
        <w:rPr>
          <w:rFonts w:hint="eastAsia"/>
          <w:vertAlign w:val="superscript"/>
        </w:rPr>
        <w:t>3</w:t>
      </w:r>
      <w:r w:rsidR="00C93360">
        <w:rPr>
          <w:vertAlign w:val="superscript"/>
        </w:rPr>
        <w:t>）</w:t>
      </w:r>
      <w:r>
        <w:rPr>
          <w:rFonts w:hint="eastAsia"/>
        </w:rPr>
        <w:t>，のようにしますが，編集部にて対応できますので，一貫した形式</w:t>
      </w:r>
      <w:r w:rsidR="00C93360">
        <w:rPr>
          <w:rFonts w:hint="eastAsia"/>
        </w:rPr>
        <w:t>（</w:t>
      </w:r>
      <w:r>
        <w:rPr>
          <w:rFonts w:hint="eastAsia"/>
        </w:rPr>
        <w:t>投稿論文などの形式</w:t>
      </w:r>
      <w:r w:rsidR="00C93360">
        <w:rPr>
          <w:rFonts w:hint="eastAsia"/>
        </w:rPr>
        <w:t>）</w:t>
      </w:r>
      <w:r>
        <w:rPr>
          <w:rFonts w:hint="eastAsia"/>
        </w:rPr>
        <w:t>であれば問題ありません．</w:t>
      </w:r>
    </w:p>
    <w:p w14:paraId="75577728" w14:textId="77777777" w:rsidR="001009DD" w:rsidRDefault="001009DD" w:rsidP="00C51498">
      <w:pPr>
        <w:pStyle w:val="1"/>
        <w:numPr>
          <w:ilvl w:val="0"/>
          <w:numId w:val="0"/>
        </w:numPr>
        <w:jc w:val="center"/>
      </w:pPr>
      <w:r>
        <w:rPr>
          <w:rFonts w:hint="eastAsia"/>
        </w:rPr>
        <w:t>参考文献</w:t>
      </w:r>
    </w:p>
    <w:p w14:paraId="37833EC1" w14:textId="77777777" w:rsidR="004D5144" w:rsidRPr="004D5144" w:rsidRDefault="004D5144" w:rsidP="004D5144">
      <w:pPr>
        <w:rPr>
          <w:u w:val="single"/>
        </w:rPr>
      </w:pPr>
      <w:r w:rsidRPr="004D5144">
        <w:rPr>
          <w:rFonts w:hint="eastAsia"/>
          <w:u w:val="single"/>
        </w:rPr>
        <w:t>論文</w:t>
      </w:r>
    </w:p>
    <w:p w14:paraId="410B4A74" w14:textId="2D819EF6" w:rsidR="001009DD" w:rsidRDefault="009351A5" w:rsidP="004D6AB8">
      <w:pPr>
        <w:pStyle w:val="a"/>
      </w:pPr>
      <w:r w:rsidRPr="009351A5">
        <w:rPr>
          <w:rFonts w:hint="eastAsia"/>
        </w:rPr>
        <w:t>養賢太郎：</w:t>
      </w:r>
      <w:r>
        <w:rPr>
          <w:rFonts w:hint="eastAsia"/>
        </w:rPr>
        <w:t>「</w:t>
      </w:r>
      <w:r w:rsidR="001270FD">
        <w:rPr>
          <w:rFonts w:hint="eastAsia"/>
        </w:rPr>
        <w:t>文献タイトル</w:t>
      </w:r>
      <w:r>
        <w:rPr>
          <w:rFonts w:hint="eastAsia"/>
        </w:rPr>
        <w:t>」</w:t>
      </w:r>
      <w:r>
        <w:rPr>
          <w:rFonts w:hint="eastAsia"/>
        </w:rPr>
        <w:t>,</w:t>
      </w:r>
      <w:r>
        <w:t xml:space="preserve"> </w:t>
      </w:r>
      <w:r w:rsidR="003934A5">
        <w:rPr>
          <w:rFonts w:hint="eastAsia"/>
        </w:rPr>
        <w:t>農業および園芸</w:t>
      </w:r>
      <w:r w:rsidRPr="009351A5">
        <w:t xml:space="preserve">, </w:t>
      </w:r>
      <w:r w:rsidRPr="009351A5">
        <w:t>巻数</w:t>
      </w:r>
      <w:r w:rsidRPr="009351A5">
        <w:t xml:space="preserve">, </w:t>
      </w:r>
      <w:r w:rsidRPr="009351A5">
        <w:t>号数</w:t>
      </w:r>
      <w:r w:rsidRPr="009351A5">
        <w:t xml:space="preserve"> </w:t>
      </w:r>
      <w:r w:rsidR="00C93360">
        <w:t>（</w:t>
      </w:r>
      <w:r w:rsidRPr="009351A5">
        <w:t>2019</w:t>
      </w:r>
      <w:r w:rsidR="00C93360">
        <w:t>）</w:t>
      </w:r>
      <w:r w:rsidRPr="009351A5">
        <w:t xml:space="preserve"> </w:t>
      </w:r>
      <w:r>
        <w:rPr>
          <w:rFonts w:hint="eastAsia"/>
        </w:rPr>
        <w:t>p</w:t>
      </w:r>
      <w:r>
        <w:t>.381</w:t>
      </w:r>
      <w:r w:rsidRPr="009351A5">
        <w:t>．</w:t>
      </w:r>
    </w:p>
    <w:p w14:paraId="693423E6" w14:textId="2AB97770" w:rsidR="009351A5" w:rsidRDefault="009351A5" w:rsidP="004D6AB8">
      <w:pPr>
        <w:pStyle w:val="a"/>
      </w:pPr>
      <w:r w:rsidRPr="009351A5">
        <w:t xml:space="preserve">T. </w:t>
      </w:r>
      <w:proofErr w:type="spellStart"/>
      <w:r w:rsidRPr="009351A5">
        <w:t>Yoken</w:t>
      </w:r>
      <w:proofErr w:type="spellEnd"/>
      <w:r w:rsidRPr="009351A5">
        <w:t xml:space="preserve"> and K. Oikawa</w:t>
      </w:r>
      <w:r w:rsidRPr="009351A5">
        <w:t>：</w:t>
      </w:r>
      <w:r w:rsidR="001270FD">
        <w:t xml:space="preserve">“Title of </w:t>
      </w:r>
      <w:r w:rsidR="004D5144">
        <w:t xml:space="preserve">the </w:t>
      </w:r>
      <w:r w:rsidR="001270FD">
        <w:t xml:space="preserve">Paper”, </w:t>
      </w:r>
      <w:r w:rsidRPr="009351A5">
        <w:t xml:space="preserve">ASLE Tans., </w:t>
      </w:r>
      <w:r w:rsidRPr="009351A5">
        <w:t>巻数</w:t>
      </w:r>
      <w:r w:rsidRPr="009351A5">
        <w:t xml:space="preserve">, </w:t>
      </w:r>
      <w:r w:rsidRPr="009351A5">
        <w:t>号数</w:t>
      </w:r>
      <w:r w:rsidRPr="009351A5">
        <w:t xml:space="preserve"> </w:t>
      </w:r>
      <w:r w:rsidR="00C93360">
        <w:t>（</w:t>
      </w:r>
      <w:r w:rsidRPr="009351A5">
        <w:t>2019</w:t>
      </w:r>
      <w:r w:rsidR="00C93360">
        <w:t>）</w:t>
      </w:r>
      <w:r w:rsidRPr="009351A5">
        <w:t xml:space="preserve"> </w:t>
      </w:r>
      <w:r>
        <w:rPr>
          <w:rFonts w:hint="eastAsia"/>
        </w:rPr>
        <w:t>p</w:t>
      </w:r>
      <w:r w:rsidR="00450BB8">
        <w:t>p</w:t>
      </w:r>
      <w:r>
        <w:t>.123-130</w:t>
      </w:r>
      <w:r w:rsidRPr="009351A5">
        <w:t>．</w:t>
      </w:r>
    </w:p>
    <w:p w14:paraId="10520DA4" w14:textId="77777777" w:rsidR="004D5144" w:rsidRPr="004D5144" w:rsidRDefault="004D5144" w:rsidP="004D5144">
      <w:pPr>
        <w:rPr>
          <w:u w:val="single"/>
        </w:rPr>
      </w:pPr>
      <w:r w:rsidRPr="004D5144">
        <w:rPr>
          <w:rFonts w:hint="eastAsia"/>
          <w:u w:val="single"/>
        </w:rPr>
        <w:t>書籍</w:t>
      </w:r>
    </w:p>
    <w:p w14:paraId="36E21350" w14:textId="19D25397" w:rsidR="004D5144" w:rsidRPr="001009DD" w:rsidRDefault="004D5144" w:rsidP="004D6AB8">
      <w:pPr>
        <w:pStyle w:val="a"/>
      </w:pPr>
      <w:r w:rsidRPr="004D5144">
        <w:rPr>
          <w:rFonts w:hint="eastAsia"/>
        </w:rPr>
        <w:t>養賢太郎・養賢二郎：</w:t>
      </w:r>
      <w:r w:rsidR="003934A5">
        <w:rPr>
          <w:rFonts w:hint="eastAsia"/>
        </w:rPr>
        <w:t>農学全集</w:t>
      </w:r>
      <w:r w:rsidRPr="004D5144">
        <w:t xml:space="preserve">, </w:t>
      </w:r>
      <w:r w:rsidRPr="004D5144">
        <w:t>養賢堂</w:t>
      </w:r>
      <w:r w:rsidRPr="004D5144">
        <w:t xml:space="preserve"> </w:t>
      </w:r>
      <w:r w:rsidR="00C93360">
        <w:t>（</w:t>
      </w:r>
      <w:r w:rsidRPr="004D5144">
        <w:t>2019</w:t>
      </w:r>
      <w:r w:rsidR="00C93360">
        <w:t>）</w:t>
      </w:r>
      <w:r w:rsidRPr="004D5144">
        <w:t xml:space="preserve"> </w:t>
      </w:r>
      <w:r w:rsidRPr="004D5144">
        <w:t>冒頭頁数．</w:t>
      </w:r>
    </w:p>
    <w:sectPr w:rsidR="004D5144" w:rsidRPr="001009DD" w:rsidSect="008E4AE5">
      <w:pgSz w:w="11906" w:h="16838" w:code="9"/>
      <w:pgMar w:top="1134" w:right="851" w:bottom="1134" w:left="851" w:header="851" w:footer="992" w:gutter="0"/>
      <w:cols w:space="425"/>
      <w:docGrid w:type="linesAndChars" w:linePitch="338" w:charSpace="65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107F" w14:textId="77777777" w:rsidR="001D515D" w:rsidRDefault="001D515D" w:rsidP="0055409D">
      <w:r>
        <w:separator/>
      </w:r>
    </w:p>
  </w:endnote>
  <w:endnote w:type="continuationSeparator" w:id="0">
    <w:p w14:paraId="794B5F94" w14:textId="77777777" w:rsidR="001D515D" w:rsidRDefault="001D515D" w:rsidP="0055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D53DC" w14:textId="77777777" w:rsidR="001D515D" w:rsidRDefault="001D515D" w:rsidP="0055409D">
      <w:r>
        <w:separator/>
      </w:r>
    </w:p>
  </w:footnote>
  <w:footnote w:type="continuationSeparator" w:id="0">
    <w:p w14:paraId="461DC941" w14:textId="77777777" w:rsidR="001D515D" w:rsidRDefault="001D515D" w:rsidP="00554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B5C6E"/>
    <w:multiLevelType w:val="hybridMultilevel"/>
    <w:tmpl w:val="50BA529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C13D23"/>
    <w:multiLevelType w:val="multilevel"/>
    <w:tmpl w:val="0846B360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567" w:hanging="56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510" w:hanging="51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eastAsia"/>
      </w:rPr>
    </w:lvl>
  </w:abstractNum>
  <w:abstractNum w:abstractNumId="2" w15:restartNumberingAfterBreak="0">
    <w:nsid w:val="496C0AE7"/>
    <w:multiLevelType w:val="hybridMultilevel"/>
    <w:tmpl w:val="EFE4AA58"/>
    <w:lvl w:ilvl="0" w:tplc="0409000F">
      <w:start w:val="1"/>
      <w:numFmt w:val="decimal"/>
      <w:lvlText w:val="%1."/>
      <w:lvlJc w:val="left"/>
      <w:pPr>
        <w:ind w:left="884" w:hanging="420"/>
      </w:pPr>
    </w:lvl>
    <w:lvl w:ilvl="1" w:tplc="04090017" w:tentative="1">
      <w:start w:val="1"/>
      <w:numFmt w:val="aiueoFullWidth"/>
      <w:lvlText w:val="(%2)"/>
      <w:lvlJc w:val="left"/>
      <w:pPr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20"/>
      </w:pPr>
    </w:lvl>
  </w:abstractNum>
  <w:abstractNum w:abstractNumId="3" w15:restartNumberingAfterBreak="0">
    <w:nsid w:val="6FB131B7"/>
    <w:multiLevelType w:val="multilevel"/>
    <w:tmpl w:val="98405BE0"/>
    <w:lvl w:ilvl="0">
      <w:start w:val="1"/>
      <w:numFmt w:val="decimal"/>
      <w:pStyle w:val="1"/>
      <w:lvlText w:val="%1."/>
      <w:lvlJc w:val="left"/>
      <w:pPr>
        <w:ind w:left="397" w:hanging="397"/>
      </w:pPr>
      <w:rPr>
        <w:rFonts w:asciiTheme="majorEastAsia" w:eastAsiaTheme="majorEastAsia" w:hint="default"/>
      </w:rPr>
    </w:lvl>
    <w:lvl w:ilvl="1">
      <w:start w:val="1"/>
      <w:numFmt w:val="decimal"/>
      <w:pStyle w:val="2"/>
      <w:lvlText w:val="%1.%2"/>
      <w:lvlJc w:val="left"/>
      <w:pPr>
        <w:ind w:left="680" w:hanging="680"/>
      </w:pPr>
      <w:rPr>
        <w:rFonts w:asciiTheme="majorEastAsia" w:eastAsiaTheme="majorEastAsia" w:hint="default"/>
      </w:rPr>
    </w:lvl>
    <w:lvl w:ilvl="2">
      <w:start w:val="1"/>
      <w:numFmt w:val="decimal"/>
      <w:pStyle w:val="3"/>
      <w:lvlText w:val="(%3)"/>
      <w:lvlJc w:val="left"/>
      <w:pPr>
        <w:ind w:left="567" w:hanging="567"/>
      </w:pPr>
      <w:rPr>
        <w:rFonts w:asciiTheme="majorEastAsia" w:eastAsia="ＭＳ 明朝" w:hint="default"/>
      </w:rPr>
    </w:lvl>
    <w:lvl w:ilvl="3">
      <w:start w:val="1"/>
      <w:numFmt w:val="decimalEnclosedCircle"/>
      <w:pStyle w:val="4"/>
      <w:lvlText w:val="%4"/>
      <w:lvlJc w:val="left"/>
      <w:pPr>
        <w:ind w:left="510" w:hanging="51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eastAsia"/>
      </w:rPr>
    </w:lvl>
  </w:abstractNum>
  <w:abstractNum w:abstractNumId="4" w15:restartNumberingAfterBreak="0">
    <w:nsid w:val="71CE2D58"/>
    <w:multiLevelType w:val="hybridMultilevel"/>
    <w:tmpl w:val="7B74A9AE"/>
    <w:lvl w:ilvl="0" w:tplc="F0B05252">
      <w:start w:val="1"/>
      <w:numFmt w:val="decimal"/>
      <w:pStyle w:val="a"/>
      <w:suff w:val="nothing"/>
      <w:lvlText w:val="%1）"/>
      <w:lvlJc w:val="right"/>
      <w:pPr>
        <w:ind w:left="68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20"/>
      </w:pPr>
    </w:lvl>
  </w:abstractNum>
  <w:num w:numId="1" w16cid:durableId="1635256155">
    <w:abstractNumId w:val="1"/>
  </w:num>
  <w:num w:numId="2" w16cid:durableId="64528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23759">
    <w:abstractNumId w:val="3"/>
  </w:num>
  <w:num w:numId="4" w16cid:durableId="2040816942">
    <w:abstractNumId w:val="0"/>
  </w:num>
  <w:num w:numId="5" w16cid:durableId="1705250214">
    <w:abstractNumId w:val="4"/>
  </w:num>
  <w:num w:numId="6" w16cid:durableId="221674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3"/>
  <w:bordersDoNotSurroundHeader/>
  <w:bordersDoNotSurroundFooter/>
  <w:proofState w:spelling="clean" w:grammar="dirty"/>
  <w:attachedTemplate r:id="rId1"/>
  <w:defaultTabStop w:val="840"/>
  <w:drawingGridHorizontalSpacing w:val="116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95"/>
    <w:rsid w:val="00021A2E"/>
    <w:rsid w:val="000721CB"/>
    <w:rsid w:val="000724EC"/>
    <w:rsid w:val="000E1AB3"/>
    <w:rsid w:val="000E4F8A"/>
    <w:rsid w:val="000F2D3A"/>
    <w:rsid w:val="001009DD"/>
    <w:rsid w:val="0010190C"/>
    <w:rsid w:val="00110533"/>
    <w:rsid w:val="001270FD"/>
    <w:rsid w:val="00141720"/>
    <w:rsid w:val="00143F69"/>
    <w:rsid w:val="0016505C"/>
    <w:rsid w:val="001967F5"/>
    <w:rsid w:val="001C5AF1"/>
    <w:rsid w:val="001D515D"/>
    <w:rsid w:val="00230BCB"/>
    <w:rsid w:val="002313FB"/>
    <w:rsid w:val="00252140"/>
    <w:rsid w:val="00262FAE"/>
    <w:rsid w:val="002648C5"/>
    <w:rsid w:val="002723C5"/>
    <w:rsid w:val="00292B42"/>
    <w:rsid w:val="002B03E8"/>
    <w:rsid w:val="002C3142"/>
    <w:rsid w:val="003168EC"/>
    <w:rsid w:val="00335651"/>
    <w:rsid w:val="00351F3A"/>
    <w:rsid w:val="00356DA4"/>
    <w:rsid w:val="00363CB4"/>
    <w:rsid w:val="003640F3"/>
    <w:rsid w:val="00367F66"/>
    <w:rsid w:val="00376A5D"/>
    <w:rsid w:val="003934A5"/>
    <w:rsid w:val="003978DA"/>
    <w:rsid w:val="003A3086"/>
    <w:rsid w:val="003C7C23"/>
    <w:rsid w:val="00450BB8"/>
    <w:rsid w:val="00477103"/>
    <w:rsid w:val="004C6B5E"/>
    <w:rsid w:val="004D5144"/>
    <w:rsid w:val="004D6AB8"/>
    <w:rsid w:val="00526F30"/>
    <w:rsid w:val="00535E02"/>
    <w:rsid w:val="0055409D"/>
    <w:rsid w:val="005619B9"/>
    <w:rsid w:val="005C3174"/>
    <w:rsid w:val="006512A3"/>
    <w:rsid w:val="006E3195"/>
    <w:rsid w:val="006E520D"/>
    <w:rsid w:val="00754241"/>
    <w:rsid w:val="00756743"/>
    <w:rsid w:val="00784219"/>
    <w:rsid w:val="007E2F2C"/>
    <w:rsid w:val="007E56B8"/>
    <w:rsid w:val="0082195B"/>
    <w:rsid w:val="00826D9D"/>
    <w:rsid w:val="008433A6"/>
    <w:rsid w:val="008663AB"/>
    <w:rsid w:val="0087168C"/>
    <w:rsid w:val="008C4C9C"/>
    <w:rsid w:val="008E2A04"/>
    <w:rsid w:val="008E4AE5"/>
    <w:rsid w:val="008F30AB"/>
    <w:rsid w:val="009351A5"/>
    <w:rsid w:val="009A6B19"/>
    <w:rsid w:val="009D3111"/>
    <w:rsid w:val="009F5E8F"/>
    <w:rsid w:val="00A000E4"/>
    <w:rsid w:val="00AA7F81"/>
    <w:rsid w:val="00AB31C1"/>
    <w:rsid w:val="00B354CF"/>
    <w:rsid w:val="00B55B49"/>
    <w:rsid w:val="00BC00C7"/>
    <w:rsid w:val="00C042FB"/>
    <w:rsid w:val="00C04EE5"/>
    <w:rsid w:val="00C16A50"/>
    <w:rsid w:val="00C4712B"/>
    <w:rsid w:val="00C51498"/>
    <w:rsid w:val="00C779CC"/>
    <w:rsid w:val="00C93360"/>
    <w:rsid w:val="00CB102C"/>
    <w:rsid w:val="00D01899"/>
    <w:rsid w:val="00D46256"/>
    <w:rsid w:val="00D85A0E"/>
    <w:rsid w:val="00DB5D9C"/>
    <w:rsid w:val="00DE0F87"/>
    <w:rsid w:val="00DE2EFA"/>
    <w:rsid w:val="00E150B7"/>
    <w:rsid w:val="00E6505A"/>
    <w:rsid w:val="00E858BB"/>
    <w:rsid w:val="00E8638F"/>
    <w:rsid w:val="00F54F62"/>
    <w:rsid w:val="00F76F66"/>
    <w:rsid w:val="00FA6C94"/>
    <w:rsid w:val="00FB246D"/>
  </w:rsids>
  <m:mathPr>
    <m:mathFont m:val="XITS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99190A6"/>
  <w15:chartTrackingRefBased/>
  <w15:docId w15:val="{F9CE1262-3583-4F60-98B7-04132214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E4AE5"/>
    <w:pPr>
      <w:widowControl w:val="0"/>
      <w:jc w:val="both"/>
    </w:pPr>
    <w:rPr>
      <w:sz w:val="20"/>
    </w:rPr>
  </w:style>
  <w:style w:type="paragraph" w:styleId="1">
    <w:name w:val="heading 1"/>
    <w:basedOn w:val="a0"/>
    <w:next w:val="a0"/>
    <w:link w:val="10"/>
    <w:uiPriority w:val="9"/>
    <w:qFormat/>
    <w:rsid w:val="008C4C9C"/>
    <w:pPr>
      <w:keepNext/>
      <w:numPr>
        <w:numId w:val="3"/>
      </w:numPr>
      <w:spacing w:line="480" w:lineRule="auto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8C4C9C"/>
    <w:pPr>
      <w:keepNext/>
      <w:numPr>
        <w:ilvl w:val="1"/>
        <w:numId w:val="3"/>
      </w:numPr>
      <w:spacing w:line="480" w:lineRule="auto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0"/>
    <w:link w:val="30"/>
    <w:uiPriority w:val="9"/>
    <w:unhideWhenUsed/>
    <w:qFormat/>
    <w:rsid w:val="008C4C9C"/>
    <w:pPr>
      <w:keepNext/>
      <w:numPr>
        <w:ilvl w:val="2"/>
        <w:numId w:val="3"/>
      </w:numPr>
      <w:spacing w:line="480" w:lineRule="auto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63CB4"/>
    <w:pPr>
      <w:keepNext/>
      <w:numPr>
        <w:ilvl w:val="3"/>
        <w:numId w:val="3"/>
      </w:numPr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63CB4"/>
    <w:pPr>
      <w:keepNext/>
      <w:numPr>
        <w:ilvl w:val="4"/>
        <w:numId w:val="3"/>
      </w:numPr>
      <w:outlineLvl w:val="4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8C4C9C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8C4C9C"/>
    <w:rPr>
      <w:rFonts w:asciiTheme="majorHAnsi" w:eastAsiaTheme="majorEastAsia" w:hAnsiTheme="majorHAnsi" w:cstheme="majorBidi"/>
      <w:sz w:val="20"/>
    </w:rPr>
  </w:style>
  <w:style w:type="character" w:customStyle="1" w:styleId="30">
    <w:name w:val="見出し 3 (文字)"/>
    <w:basedOn w:val="a1"/>
    <w:link w:val="3"/>
    <w:uiPriority w:val="9"/>
    <w:rsid w:val="008C4C9C"/>
    <w:rPr>
      <w:rFonts w:asciiTheme="majorHAnsi" w:eastAsiaTheme="majorEastAsia" w:hAnsiTheme="majorHAnsi" w:cstheme="majorBidi"/>
      <w:sz w:val="20"/>
    </w:rPr>
  </w:style>
  <w:style w:type="character" w:customStyle="1" w:styleId="40">
    <w:name w:val="見出し 4 (文字)"/>
    <w:basedOn w:val="a1"/>
    <w:link w:val="4"/>
    <w:uiPriority w:val="9"/>
    <w:semiHidden/>
    <w:rsid w:val="00363CB4"/>
    <w:rPr>
      <w:b/>
      <w:bCs/>
      <w:sz w:val="20"/>
    </w:rPr>
  </w:style>
  <w:style w:type="character" w:customStyle="1" w:styleId="50">
    <w:name w:val="見出し 5 (文字)"/>
    <w:basedOn w:val="a1"/>
    <w:link w:val="5"/>
    <w:uiPriority w:val="9"/>
    <w:semiHidden/>
    <w:rsid w:val="00363CB4"/>
    <w:rPr>
      <w:rFonts w:asciiTheme="majorHAnsi" w:eastAsiaTheme="majorEastAsia" w:hAnsiTheme="majorHAnsi" w:cstheme="majorBidi"/>
      <w:sz w:val="20"/>
    </w:rPr>
  </w:style>
  <w:style w:type="paragraph" w:styleId="a4">
    <w:name w:val="Title"/>
    <w:basedOn w:val="a0"/>
    <w:next w:val="a0"/>
    <w:link w:val="a5"/>
    <w:uiPriority w:val="10"/>
    <w:qFormat/>
    <w:rsid w:val="00367F66"/>
    <w:pPr>
      <w:spacing w:line="480" w:lineRule="auto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1"/>
    <w:link w:val="a4"/>
    <w:uiPriority w:val="10"/>
    <w:rsid w:val="00367F66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ody Text"/>
    <w:basedOn w:val="a0"/>
    <w:link w:val="a7"/>
    <w:uiPriority w:val="99"/>
    <w:semiHidden/>
    <w:unhideWhenUsed/>
    <w:rsid w:val="008E4AE5"/>
  </w:style>
  <w:style w:type="character" w:customStyle="1" w:styleId="a7">
    <w:name w:val="本文 (文字)"/>
    <w:basedOn w:val="a1"/>
    <w:link w:val="a6"/>
    <w:uiPriority w:val="99"/>
    <w:semiHidden/>
    <w:rsid w:val="008E4AE5"/>
  </w:style>
  <w:style w:type="paragraph" w:styleId="a8">
    <w:name w:val="Body Text First Indent"/>
    <w:basedOn w:val="a6"/>
    <w:link w:val="a9"/>
    <w:rsid w:val="008E4AE5"/>
    <w:pPr>
      <w:ind w:firstLineChars="100" w:firstLine="210"/>
    </w:pPr>
  </w:style>
  <w:style w:type="character" w:customStyle="1" w:styleId="a9">
    <w:name w:val="本文字下げ (文字)"/>
    <w:basedOn w:val="a7"/>
    <w:link w:val="a8"/>
    <w:rsid w:val="008E4AE5"/>
  </w:style>
  <w:style w:type="paragraph" w:customStyle="1" w:styleId="a">
    <w:name w:val="文献"/>
    <w:basedOn w:val="a0"/>
    <w:rsid w:val="004D6AB8"/>
    <w:pPr>
      <w:numPr>
        <w:numId w:val="5"/>
      </w:numPr>
    </w:pPr>
  </w:style>
  <w:style w:type="paragraph" w:styleId="aa">
    <w:name w:val="header"/>
    <w:basedOn w:val="a0"/>
    <w:link w:val="ab"/>
    <w:uiPriority w:val="99"/>
    <w:unhideWhenUsed/>
    <w:rsid w:val="0055409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55409D"/>
    <w:rPr>
      <w:sz w:val="20"/>
    </w:rPr>
  </w:style>
  <w:style w:type="paragraph" w:styleId="ac">
    <w:name w:val="footer"/>
    <w:basedOn w:val="a0"/>
    <w:link w:val="ad"/>
    <w:uiPriority w:val="99"/>
    <w:unhideWhenUsed/>
    <w:rsid w:val="0055409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55409D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ashi.Oikawa\Desktop\template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機械の研究">
      <a:majorFont>
        <a:latin typeface="Arial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02e2720-2f5f-443d-8acb-562040c7b851">
      <UserInfo>
        <DisplayName/>
        <AccountId xsi:nil="true"/>
        <AccountType/>
      </UserInfo>
    </SharedWithUsers>
    <TaxCatchAll xmlns="b02e2720-2f5f-443d-8acb-562040c7b851" xsi:nil="true"/>
    <lcf76f155ced4ddcb4097134ff3c332f xmlns="58018947-b8d3-48b5-8729-044ed32e6f8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7D9EB2F5D63134382763243F6B5F2C0" ma:contentTypeVersion="19" ma:contentTypeDescription="新しいドキュメントを作成します。" ma:contentTypeScope="" ma:versionID="5bcf9b7e8da7089f9fb2cb7ab8c59945">
  <xsd:schema xmlns:xsd="http://www.w3.org/2001/XMLSchema" xmlns:xs="http://www.w3.org/2001/XMLSchema" xmlns:p="http://schemas.microsoft.com/office/2006/metadata/properties" xmlns:ns2="58018947-b8d3-48b5-8729-044ed32e6f8c" xmlns:ns3="b02e2720-2f5f-443d-8acb-562040c7b851" targetNamespace="http://schemas.microsoft.com/office/2006/metadata/properties" ma:root="true" ma:fieldsID="ddbbfe1dd4f272e601ce255fe5b3abe4" ns2:_="" ns3:_="">
    <xsd:import namespace="58018947-b8d3-48b5-8729-044ed32e6f8c"/>
    <xsd:import namespace="b02e2720-2f5f-443d-8acb-562040c7b8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18947-b8d3-48b5-8729-044ed32e6f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58c7086a-43ef-448f-865c-b66f910d7b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e2720-2f5f-443d-8acb-562040c7b85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81aae7c-006e-45a7-b592-9dd42dd3e0a9}" ma:internalName="TaxCatchAll" ma:showField="CatchAllData" ma:web="b02e2720-2f5f-443d-8acb-562040c7b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4B74E8-CBF5-4850-902A-AB14B417D941}">
  <ds:schemaRefs>
    <ds:schemaRef ds:uri="http://schemas.microsoft.com/office/2006/metadata/properties"/>
    <ds:schemaRef ds:uri="http://schemas.microsoft.com/office/infopath/2007/PartnerControls"/>
    <ds:schemaRef ds:uri="b02e2720-2f5f-443d-8acb-562040c7b851"/>
    <ds:schemaRef ds:uri="58018947-b8d3-48b5-8729-044ed32e6f8c"/>
  </ds:schemaRefs>
</ds:datastoreItem>
</file>

<file path=customXml/itemProps2.xml><?xml version="1.0" encoding="utf-8"?>
<ds:datastoreItem xmlns:ds="http://schemas.openxmlformats.org/officeDocument/2006/customXml" ds:itemID="{4709A41C-AC4D-47BF-8A62-7C52FEB1A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018947-b8d3-48b5-8729-044ed32e6f8c"/>
    <ds:schemaRef ds:uri="b02e2720-2f5f-443d-8acb-562040c7b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DCADF1-0634-4243-A421-3FC5B9C9B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Yokendo Ltd. Publishers</dc:creator>
  <cp:keywords/>
  <dc:description/>
  <cp:lastModifiedBy>Masashi Oikawa</cp:lastModifiedBy>
  <cp:revision>47</cp:revision>
  <cp:lastPrinted>2019-07-04T02:10:00Z</cp:lastPrinted>
  <dcterms:created xsi:type="dcterms:W3CDTF">2019-05-29T01:04:00Z</dcterms:created>
  <dcterms:modified xsi:type="dcterms:W3CDTF">2025-05-12T08:22:00Z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1304900</vt:r8>
  </property>
  <property fmtid="{D5CDD505-2E9C-101B-9397-08002B2CF9AE}" pid="3" name="ContentTypeId">
    <vt:lpwstr>0x01010037D9EB2F5D63134382763243F6B5F2C0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